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4269D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0E1A2E21" w14:textId="0B4E0F03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 w:rsidRPr="00C62440">
        <w:rPr>
          <w:rFonts w:ascii="Arial" w:hAnsi="Arial" w:cs="Arial"/>
          <w:b/>
          <w:bCs/>
          <w:sz w:val="20"/>
          <w:szCs w:val="20"/>
          <w:lang w:val="ro-RO"/>
        </w:rPr>
        <w:t>anexa nr. 12</w:t>
      </w:r>
      <w:r w:rsidR="00D90AA9" w:rsidRPr="00C62440">
        <w:rPr>
          <w:rFonts w:ascii="Arial" w:hAnsi="Arial" w:cs="Arial"/>
          <w:b/>
          <w:bCs/>
          <w:sz w:val="20"/>
          <w:szCs w:val="20"/>
          <w:vertAlign w:val="superscript"/>
          <w:lang w:val="ro-RO"/>
        </w:rPr>
        <w:t>1</w:t>
      </w:r>
    </w:p>
    <w:p w14:paraId="1D685A58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z w:val="20"/>
          <w:szCs w:val="20"/>
          <w:lang w:val="ro-RO"/>
        </w:rPr>
      </w:pPr>
    </w:p>
    <w:p w14:paraId="12F403F3" w14:textId="0C0C0675" w:rsidR="001B6C29" w:rsidRPr="00C62440" w:rsidRDefault="00F27B0C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 w:rsidRPr="00C62440">
        <w:rPr>
          <w:rFonts w:ascii="Arial" w:hAnsi="Arial" w:cs="Arial"/>
          <w:b/>
          <w:bCs/>
          <w:sz w:val="20"/>
          <w:szCs w:val="20"/>
          <w:lang w:val="ro-RO"/>
        </w:rPr>
        <w:t>FIȘĂ SINTETICĂ ARHIVA ONLINE – PROIECTE EDITORIALE OAR</w:t>
      </w:r>
    </w:p>
    <w:p w14:paraId="364849E2" w14:textId="77777777" w:rsidR="001B6C29" w:rsidRPr="00C62440" w:rsidRDefault="001B6C29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0E473D52" w14:textId="77777777" w:rsidR="001B6C29" w:rsidRPr="00C62440" w:rsidRDefault="001B6C29" w:rsidP="001B6C29">
      <w:pPr>
        <w:spacing w:after="0"/>
        <w:rPr>
          <w:rFonts w:ascii="Arial" w:hAnsi="Arial" w:cs="Arial"/>
          <w:bCs/>
          <w:sz w:val="20"/>
          <w:szCs w:val="20"/>
          <w:lang w:val="ro-RO"/>
        </w:rPr>
      </w:pPr>
    </w:p>
    <w:p w14:paraId="5E081A93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14:paraId="77F0648C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14:paraId="5C4E4552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>1) Denumirea proiectului</w:t>
      </w:r>
      <w:r w:rsidR="00B11597" w:rsidRPr="00C62440">
        <w:rPr>
          <w:rFonts w:ascii="Arial" w:hAnsi="Arial" w:cs="Arial"/>
          <w:b/>
          <w:sz w:val="20"/>
          <w:szCs w:val="20"/>
          <w:lang w:val="ro-RO"/>
        </w:rPr>
        <w:t xml:space="preserve"> editorial</w:t>
      </w: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: </w:t>
      </w:r>
      <w:r w:rsidRPr="00C62440">
        <w:rPr>
          <w:rFonts w:ascii="Arial" w:hAnsi="Arial" w:cs="Arial"/>
          <w:sz w:val="20"/>
          <w:szCs w:val="20"/>
          <w:lang w:val="ro-RO"/>
        </w:rPr>
        <w:t>.................................................................</w:t>
      </w:r>
      <w:r w:rsidR="00B11597" w:rsidRPr="00C62440">
        <w:rPr>
          <w:rFonts w:ascii="Arial" w:hAnsi="Arial" w:cs="Arial"/>
          <w:sz w:val="20"/>
          <w:szCs w:val="20"/>
          <w:lang w:val="ro-RO"/>
        </w:rPr>
        <w:t>...........</w:t>
      </w:r>
    </w:p>
    <w:p w14:paraId="41C63B5F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CE08A85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2) Tipul proiectului editorial </w:t>
      </w:r>
      <w:r w:rsidRPr="00C62440">
        <w:rPr>
          <w:rFonts w:ascii="Arial" w:hAnsi="Arial" w:cs="Arial"/>
          <w:i/>
          <w:sz w:val="20"/>
          <w:szCs w:val="20"/>
          <w:lang w:val="ro-RO"/>
        </w:rPr>
        <w:t>(carte, revistă, noile media etc.)</w:t>
      </w: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: </w:t>
      </w:r>
      <w:r w:rsidRPr="00C62440">
        <w:rPr>
          <w:rFonts w:ascii="Arial" w:hAnsi="Arial" w:cs="Arial"/>
          <w:sz w:val="20"/>
          <w:szCs w:val="20"/>
          <w:lang w:val="ro-RO"/>
        </w:rPr>
        <w:t xml:space="preserve">............................... </w:t>
      </w:r>
      <w:r w:rsidRPr="00C62440">
        <w:rPr>
          <w:rFonts w:ascii="Arial" w:hAnsi="Arial" w:cs="Arial"/>
          <w:b/>
          <w:sz w:val="20"/>
          <w:szCs w:val="20"/>
          <w:lang w:val="ro-RO"/>
        </w:rPr>
        <w:t>Frecvența apariției</w:t>
      </w:r>
      <w:r w:rsidRPr="00C62440">
        <w:rPr>
          <w:rFonts w:ascii="Arial" w:hAnsi="Arial" w:cs="Arial"/>
          <w:sz w:val="20"/>
          <w:szCs w:val="20"/>
          <w:lang w:val="ro-RO"/>
        </w:rPr>
        <w:t xml:space="preserve"> .......................... </w:t>
      </w:r>
      <w:r w:rsidRPr="00C62440">
        <w:rPr>
          <w:rFonts w:ascii="Arial" w:hAnsi="Arial" w:cs="Arial"/>
          <w:b/>
          <w:sz w:val="20"/>
          <w:szCs w:val="20"/>
          <w:lang w:val="ro-RO"/>
        </w:rPr>
        <w:t>Tiraj</w:t>
      </w:r>
      <w:r w:rsidRPr="00C62440">
        <w:rPr>
          <w:rFonts w:ascii="Arial" w:hAnsi="Arial" w:cs="Arial"/>
          <w:sz w:val="20"/>
          <w:szCs w:val="20"/>
          <w:lang w:val="ro-RO"/>
        </w:rPr>
        <w:t xml:space="preserve"> .........................</w:t>
      </w:r>
    </w:p>
    <w:p w14:paraId="7D2EF671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>Locul apariției</w:t>
      </w:r>
      <w:r w:rsidRPr="00C62440">
        <w:rPr>
          <w:rFonts w:ascii="Arial" w:hAnsi="Arial" w:cs="Arial"/>
          <w:sz w:val="20"/>
          <w:szCs w:val="20"/>
          <w:lang w:val="ro-RO"/>
        </w:rPr>
        <w:t xml:space="preserve"> ...................................</w:t>
      </w:r>
      <w:r w:rsidRPr="00C62440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Anul apariției </w:t>
      </w:r>
      <w:r w:rsidRPr="00C62440">
        <w:rPr>
          <w:rFonts w:ascii="Arial" w:hAnsi="Arial" w:cs="Arial"/>
          <w:sz w:val="20"/>
          <w:szCs w:val="20"/>
          <w:lang w:val="ro-RO"/>
        </w:rPr>
        <w:t>...........................</w:t>
      </w:r>
    </w:p>
    <w:p w14:paraId="0DB13D12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Cod ISBN </w:t>
      </w:r>
      <w:r w:rsidRPr="00C62440">
        <w:rPr>
          <w:rFonts w:ascii="Arial" w:hAnsi="Arial" w:cs="Arial"/>
          <w:sz w:val="20"/>
          <w:szCs w:val="20"/>
          <w:lang w:val="ro-RO"/>
        </w:rPr>
        <w:t>..............................................................................................</w:t>
      </w:r>
    </w:p>
    <w:p w14:paraId="6380A44B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Editură </w:t>
      </w:r>
      <w:r w:rsidRPr="00C62440">
        <w:rPr>
          <w:rFonts w:ascii="Arial" w:hAnsi="Arial" w:cs="Arial"/>
          <w:sz w:val="20"/>
          <w:szCs w:val="20"/>
          <w:lang w:val="ro-RO"/>
        </w:rPr>
        <w:t>..........................................................................................................................</w:t>
      </w:r>
    </w:p>
    <w:p w14:paraId="592BB965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14:paraId="7D7443F6" w14:textId="77777777" w:rsidR="00F3019A" w:rsidRPr="00C62440" w:rsidRDefault="00F3019A" w:rsidP="00F30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>3) Echipa de proiect:</w:t>
      </w:r>
    </w:p>
    <w:p w14:paraId="70602043" w14:textId="281D2E05" w:rsidR="00F3019A" w:rsidRPr="00C62440" w:rsidRDefault="00F3019A" w:rsidP="00F30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62440">
        <w:rPr>
          <w:rFonts w:ascii="Arial" w:hAnsi="Arial" w:cs="Arial"/>
          <w:i/>
          <w:sz w:val="20"/>
          <w:szCs w:val="20"/>
          <w:lang w:val="ro-RO"/>
        </w:rPr>
        <w:t xml:space="preserve">(pentru fiecare persoană se vor preciza numele, prenumele, profesia, </w:t>
      </w:r>
      <w:r w:rsidR="009942EE" w:rsidRPr="00C62440">
        <w:rPr>
          <w:rFonts w:ascii="Arial" w:hAnsi="Arial" w:cs="Arial"/>
          <w:i/>
          <w:sz w:val="20"/>
          <w:szCs w:val="20"/>
          <w:lang w:val="ro-RO"/>
        </w:rPr>
        <w:t>rolul în proiect (coordonator, (</w:t>
      </w:r>
      <w:proofErr w:type="spellStart"/>
      <w:r w:rsidR="009942EE" w:rsidRPr="00C62440">
        <w:rPr>
          <w:rFonts w:ascii="Arial" w:hAnsi="Arial" w:cs="Arial"/>
          <w:i/>
          <w:sz w:val="20"/>
          <w:szCs w:val="20"/>
          <w:lang w:val="ro-RO"/>
        </w:rPr>
        <w:t>co</w:t>
      </w:r>
      <w:proofErr w:type="spellEnd"/>
      <w:r w:rsidR="009942EE" w:rsidRPr="00C62440">
        <w:rPr>
          <w:rFonts w:ascii="Arial" w:hAnsi="Arial" w:cs="Arial"/>
          <w:i/>
          <w:sz w:val="20"/>
          <w:szCs w:val="20"/>
          <w:lang w:val="ro-RO"/>
        </w:rPr>
        <w:t>)autor, colaborator</w:t>
      </w:r>
      <w:r w:rsidR="00965847" w:rsidRPr="00C62440">
        <w:rPr>
          <w:rFonts w:ascii="Arial" w:hAnsi="Arial" w:cs="Arial"/>
          <w:i/>
          <w:sz w:val="20"/>
          <w:szCs w:val="20"/>
          <w:lang w:val="ro-RO"/>
        </w:rPr>
        <w:t>, tipul de activitate</w:t>
      </w:r>
      <w:r w:rsidR="009942EE" w:rsidRPr="00C62440">
        <w:rPr>
          <w:rFonts w:ascii="Arial" w:hAnsi="Arial" w:cs="Arial"/>
          <w:i/>
          <w:sz w:val="20"/>
          <w:szCs w:val="20"/>
          <w:lang w:val="ro-RO"/>
        </w:rPr>
        <w:t xml:space="preserve"> etc.</w:t>
      </w:r>
      <w:r w:rsidRPr="00C62440">
        <w:rPr>
          <w:rFonts w:ascii="Arial" w:hAnsi="Arial" w:cs="Arial"/>
          <w:i/>
          <w:sz w:val="20"/>
          <w:szCs w:val="20"/>
          <w:lang w:val="ro-RO"/>
        </w:rPr>
        <w:t>)</w:t>
      </w:r>
      <w:r w:rsidR="009942EE" w:rsidRPr="00C62440">
        <w:rPr>
          <w:rFonts w:ascii="Arial" w:hAnsi="Arial" w:cs="Arial"/>
          <w:i/>
          <w:sz w:val="20"/>
          <w:szCs w:val="20"/>
          <w:lang w:val="ro-RO"/>
        </w:rPr>
        <w:t xml:space="preserve"> Se vor lista și organizațiile participante, eventualii parteneri și susținători în afară de OAR</w:t>
      </w:r>
    </w:p>
    <w:p w14:paraId="0FFF0BCD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14:paraId="46746089" w14:textId="261B8A9F" w:rsidR="00B11597" w:rsidRPr="00C62440" w:rsidRDefault="00F3019A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>4) D</w:t>
      </w:r>
      <w:r w:rsidR="00B11597" w:rsidRPr="00C62440">
        <w:rPr>
          <w:rFonts w:ascii="Arial" w:hAnsi="Arial" w:cs="Arial"/>
          <w:b/>
          <w:sz w:val="20"/>
          <w:szCs w:val="20"/>
          <w:lang w:val="ro-RO"/>
        </w:rPr>
        <w:t>escrierea sintetică a proiectului:</w:t>
      </w:r>
      <w:r w:rsidR="00B11597" w:rsidRPr="00C62440">
        <w:rPr>
          <w:rFonts w:ascii="Arial" w:hAnsi="Arial" w:cs="Arial"/>
          <w:sz w:val="20"/>
          <w:szCs w:val="20"/>
          <w:lang w:val="ro-RO"/>
        </w:rPr>
        <w:t xml:space="preserve"> (</w:t>
      </w:r>
      <w:r w:rsidR="00EF6409" w:rsidRPr="00C62440">
        <w:rPr>
          <w:rFonts w:ascii="Arial" w:hAnsi="Arial" w:cs="Arial"/>
          <w:i/>
          <w:sz w:val="20"/>
          <w:szCs w:val="20"/>
          <w:lang w:val="ro-RO"/>
        </w:rPr>
        <w:t>max. 5</w:t>
      </w:r>
      <w:r w:rsidR="00B11597" w:rsidRPr="00C62440">
        <w:rPr>
          <w:rFonts w:ascii="Arial" w:hAnsi="Arial" w:cs="Arial"/>
          <w:i/>
          <w:sz w:val="20"/>
          <w:szCs w:val="20"/>
          <w:lang w:val="ro-RO"/>
        </w:rPr>
        <w:t>00 de cuvinte</w:t>
      </w:r>
      <w:r w:rsidR="00C341F5" w:rsidRPr="00C62440">
        <w:rPr>
          <w:rFonts w:ascii="Arial" w:hAnsi="Arial" w:cs="Arial"/>
          <w:i/>
          <w:sz w:val="20"/>
          <w:szCs w:val="20"/>
          <w:lang w:val="ro-RO"/>
        </w:rPr>
        <w:t>)</w:t>
      </w:r>
      <w:r w:rsidR="009942EE" w:rsidRPr="00C62440">
        <w:rPr>
          <w:rFonts w:ascii="Arial" w:hAnsi="Arial" w:cs="Arial"/>
          <w:i/>
          <w:sz w:val="20"/>
          <w:szCs w:val="20"/>
          <w:lang w:val="ro-RO"/>
        </w:rPr>
        <w:t>:</w:t>
      </w:r>
    </w:p>
    <w:p w14:paraId="79A82FEC" w14:textId="77777777" w:rsidR="009942EE" w:rsidRPr="00C62440" w:rsidRDefault="009942EE" w:rsidP="009942EE">
      <w:pPr>
        <w:pStyle w:val="Listparagraf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62440">
        <w:rPr>
          <w:rFonts w:ascii="Arial" w:hAnsi="Arial" w:cs="Arial"/>
          <w:i/>
          <w:sz w:val="20"/>
          <w:szCs w:val="20"/>
          <w:lang w:val="ro-RO"/>
        </w:rPr>
        <w:t xml:space="preserve">O descriere narativă, din care să reiasă tema, caracterul, acțiunile, importanța și rezultatele proiectului. </w:t>
      </w:r>
    </w:p>
    <w:p w14:paraId="06DDEBC2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AAA34EB" w14:textId="77777777" w:rsidR="00B11597" w:rsidRPr="00C62440" w:rsidRDefault="00B11597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C62440">
        <w:rPr>
          <w:rFonts w:ascii="Arial" w:hAnsi="Arial" w:cs="Arial"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14:paraId="3EBCD1C3" w14:textId="77777777" w:rsidR="00B11597" w:rsidRPr="00C62440" w:rsidRDefault="00B11597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CC7EB79" w14:textId="77777777" w:rsidR="001B6C29" w:rsidRPr="00C62440" w:rsidRDefault="00F3019A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>5) P</w:t>
      </w:r>
      <w:r w:rsidR="001B6C29" w:rsidRPr="00C62440">
        <w:rPr>
          <w:rFonts w:ascii="Arial" w:hAnsi="Arial" w:cs="Arial"/>
          <w:b/>
          <w:sz w:val="20"/>
          <w:szCs w:val="20"/>
          <w:lang w:val="ro-RO"/>
        </w:rPr>
        <w:t>romovarea și vizibilitatea programului / proiectului / acțiunii cultural(e):</w:t>
      </w:r>
    </w:p>
    <w:p w14:paraId="4CA17EC3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62440">
        <w:rPr>
          <w:rFonts w:ascii="Arial" w:hAnsi="Arial" w:cs="Arial"/>
          <w:i/>
          <w:sz w:val="20"/>
          <w:szCs w:val="20"/>
          <w:lang w:val="ro-RO"/>
        </w:rPr>
        <w:t>(Precizați canalele de comunicare offline și online, apariții media, alte elemente de promovare, parteneriate sau colaborări încheiate ca ur</w:t>
      </w:r>
      <w:r w:rsidR="00F3019A" w:rsidRPr="00C62440">
        <w:rPr>
          <w:rFonts w:ascii="Arial" w:hAnsi="Arial" w:cs="Arial"/>
          <w:i/>
          <w:sz w:val="20"/>
          <w:szCs w:val="20"/>
          <w:lang w:val="ro-RO"/>
        </w:rPr>
        <w:t>mare a desfășurării proiectului</w:t>
      </w:r>
      <w:r w:rsidRPr="00C62440">
        <w:rPr>
          <w:rFonts w:ascii="Arial" w:hAnsi="Arial" w:cs="Arial"/>
          <w:i/>
          <w:sz w:val="20"/>
          <w:szCs w:val="20"/>
          <w:lang w:val="ro-RO"/>
        </w:rPr>
        <w:t>)</w:t>
      </w:r>
    </w:p>
    <w:p w14:paraId="6A88D7C7" w14:textId="77777777" w:rsidR="00F54895" w:rsidRPr="00C62440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1ECADE70" w14:textId="09A1B9F3" w:rsidR="00F54895" w:rsidRPr="00C62440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C62440">
        <w:rPr>
          <w:rFonts w:ascii="Arial" w:hAnsi="Arial" w:cs="Arial"/>
          <w:sz w:val="20"/>
          <w:szCs w:val="20"/>
          <w:lang w:val="ro-RO"/>
        </w:rPr>
        <w:t>...................................................................................................................................</w:t>
      </w:r>
    </w:p>
    <w:p w14:paraId="67C42CCD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6BF7A490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C62440">
        <w:rPr>
          <w:rFonts w:ascii="Arial" w:hAnsi="Arial" w:cs="Arial"/>
          <w:b/>
          <w:i/>
          <w:sz w:val="20"/>
          <w:szCs w:val="20"/>
          <w:lang w:val="ro-RO"/>
        </w:rPr>
        <w:t>Linkuri către site-uri unde apar alte informații legate de proiect, autori, context.</w:t>
      </w:r>
    </w:p>
    <w:p w14:paraId="16711E54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CA5334B" w14:textId="77777777" w:rsidR="001B6C29" w:rsidRPr="00C62440" w:rsidRDefault="00F3019A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C62440">
        <w:rPr>
          <w:rFonts w:ascii="Arial" w:hAnsi="Arial" w:cs="Arial"/>
          <w:b/>
          <w:bCs/>
          <w:sz w:val="20"/>
          <w:szCs w:val="20"/>
          <w:lang w:val="ro-RO"/>
        </w:rPr>
        <w:t>6</w:t>
      </w:r>
      <w:r w:rsidR="001B6C29" w:rsidRPr="00C62440">
        <w:rPr>
          <w:rFonts w:ascii="Arial" w:hAnsi="Arial" w:cs="Arial"/>
          <w:b/>
          <w:bCs/>
          <w:sz w:val="20"/>
          <w:szCs w:val="20"/>
          <w:lang w:val="ro-RO"/>
        </w:rPr>
        <w:t xml:space="preserve">) conexiuni cu alte proiecte desfășurate de organizatori sau care vizează aceleași grupuri țintă (dacă este cazul): </w:t>
      </w:r>
    </w:p>
    <w:p w14:paraId="38AD6F41" w14:textId="77777777" w:rsidR="001B6C29" w:rsidRPr="00C62440" w:rsidRDefault="001B6C29" w:rsidP="001B6C29">
      <w:pPr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62440">
        <w:rPr>
          <w:rFonts w:ascii="Arial" w:hAnsi="Arial" w:cs="Arial"/>
          <w:bCs/>
          <w:i/>
          <w:sz w:val="20"/>
          <w:szCs w:val="20"/>
          <w:lang w:val="ro-RO"/>
        </w:rPr>
        <w:t>(</w:t>
      </w:r>
      <w:r w:rsidRPr="00C62440">
        <w:rPr>
          <w:rFonts w:ascii="Arial" w:hAnsi="Arial" w:cs="Arial"/>
          <w:i/>
          <w:sz w:val="20"/>
          <w:szCs w:val="20"/>
          <w:lang w:val="ro-RO"/>
        </w:rPr>
        <w:t>max. 150 de cuvinte)</w:t>
      </w:r>
    </w:p>
    <w:p w14:paraId="7091F47D" w14:textId="77777777" w:rsidR="00F54895" w:rsidRPr="00C62440" w:rsidRDefault="00F54895" w:rsidP="001B6C29">
      <w:pPr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2A5D647C" w14:textId="77777777" w:rsidR="001B6C29" w:rsidRPr="00C62440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C62440">
        <w:rPr>
          <w:rFonts w:ascii="Arial" w:hAnsi="Arial" w:cs="Arial"/>
          <w:i/>
          <w:sz w:val="20"/>
          <w:szCs w:val="20"/>
          <w:lang w:val="ro-RO"/>
        </w:rPr>
        <w:t>...................................................................................................................................</w:t>
      </w:r>
    </w:p>
    <w:p w14:paraId="5BE4B34D" w14:textId="77777777" w:rsidR="001B6C29" w:rsidRPr="00C62440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val="ro-RO" w:eastAsia="ro-RO"/>
        </w:rPr>
      </w:pPr>
    </w:p>
    <w:p w14:paraId="6FBF6B09" w14:textId="77777777" w:rsidR="00F3019A" w:rsidRPr="00C62440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>7</w:t>
      </w:r>
      <w:r w:rsidR="001B6C29" w:rsidRPr="00C62440">
        <w:rPr>
          <w:rFonts w:ascii="Arial" w:hAnsi="Arial" w:cs="Arial"/>
          <w:b/>
          <w:sz w:val="20"/>
          <w:szCs w:val="20"/>
          <w:lang w:val="ro-RO"/>
        </w:rPr>
        <w:t xml:space="preserve">) Se vor atașa </w:t>
      </w: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prezentului document </w:t>
      </w:r>
      <w:r w:rsidR="001B6C29" w:rsidRPr="00C62440">
        <w:rPr>
          <w:rFonts w:ascii="Arial" w:hAnsi="Arial" w:cs="Arial"/>
          <w:b/>
          <w:sz w:val="20"/>
          <w:szCs w:val="20"/>
          <w:lang w:val="ro-RO"/>
        </w:rPr>
        <w:t xml:space="preserve">imagini reprezentative pentru proiect: </w:t>
      </w:r>
    </w:p>
    <w:p w14:paraId="1D7A1ED9" w14:textId="77777777" w:rsidR="00F3019A" w:rsidRPr="00C62440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- </w:t>
      </w:r>
      <w:r w:rsidR="001B6C29" w:rsidRPr="00C62440">
        <w:rPr>
          <w:rFonts w:ascii="Arial" w:hAnsi="Arial" w:cs="Arial"/>
          <w:b/>
          <w:sz w:val="20"/>
          <w:szCs w:val="20"/>
          <w:lang w:val="ro-RO"/>
        </w:rPr>
        <w:t xml:space="preserve">fotografii de la evenimente, din cadrul procesului de realizare, ale produselor </w:t>
      </w:r>
      <w:r w:rsidR="001B6C29" w:rsidRPr="00C62440">
        <w:rPr>
          <w:rFonts w:ascii="Arial" w:hAnsi="Arial" w:cs="Arial"/>
          <w:b/>
          <w:sz w:val="20"/>
          <w:szCs w:val="20"/>
          <w:lang w:val="ro-RO"/>
        </w:rPr>
        <w:lastRenderedPageBreak/>
        <w:t>culturale</w:t>
      </w:r>
      <w:r w:rsidR="00965847" w:rsidRPr="00C62440">
        <w:rPr>
          <w:rFonts w:ascii="Arial" w:hAnsi="Arial" w:cs="Arial"/>
          <w:b/>
          <w:sz w:val="20"/>
          <w:szCs w:val="20"/>
          <w:lang w:val="ro-RO"/>
        </w:rPr>
        <w:t>, o selecție de imagini reprezentative din conținut</w:t>
      </w: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; </w:t>
      </w:r>
      <w:bookmarkStart w:id="0" w:name="_GoBack"/>
      <w:bookmarkEnd w:id="0"/>
    </w:p>
    <w:p w14:paraId="70FE37EE" w14:textId="77777777" w:rsidR="00F3019A" w:rsidRPr="00C62440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- copertă/coperți proiect editorial; </w:t>
      </w:r>
    </w:p>
    <w:p w14:paraId="63B4A224" w14:textId="1C675DFF" w:rsidR="00F3019A" w:rsidRPr="00C62440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bookmarkStart w:id="1" w:name="_Hlk482986548"/>
      <w:r w:rsidRPr="00C62440">
        <w:rPr>
          <w:rFonts w:ascii="Arial" w:hAnsi="Arial" w:cs="Arial"/>
          <w:b/>
          <w:sz w:val="20"/>
          <w:szCs w:val="20"/>
          <w:lang w:val="ro-RO"/>
        </w:rPr>
        <w:t>- materiale de promovare proiect editorial</w:t>
      </w:r>
      <w:r w:rsidR="00115157" w:rsidRPr="00C62440">
        <w:rPr>
          <w:rFonts w:ascii="Arial" w:hAnsi="Arial" w:cs="Arial"/>
          <w:b/>
          <w:sz w:val="20"/>
          <w:szCs w:val="20"/>
          <w:lang w:val="ro-RO"/>
        </w:rPr>
        <w:t>;</w:t>
      </w:r>
      <w:r w:rsidR="001B6C29" w:rsidRPr="00C62440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23BD2283" w14:textId="448DB463" w:rsidR="00965847" w:rsidRPr="00C62440" w:rsidRDefault="00965847" w:rsidP="0096584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- un număr de 3-5 </w:t>
      </w:r>
      <w:proofErr w:type="spellStart"/>
      <w:r w:rsidRPr="00C62440">
        <w:rPr>
          <w:rFonts w:ascii="Arial" w:hAnsi="Arial" w:cs="Arial"/>
          <w:b/>
          <w:sz w:val="20"/>
          <w:szCs w:val="20"/>
          <w:lang w:val="ro-RO"/>
        </w:rPr>
        <w:t>spread</w:t>
      </w:r>
      <w:proofErr w:type="spellEnd"/>
      <w:r w:rsidRPr="00C62440">
        <w:rPr>
          <w:rFonts w:ascii="Arial" w:hAnsi="Arial" w:cs="Arial"/>
          <w:b/>
          <w:sz w:val="20"/>
          <w:szCs w:val="20"/>
          <w:lang w:val="ro-RO"/>
        </w:rPr>
        <w:t>-uri semnificative din interior (sau capturi de ecran pentru proiectele online)</w:t>
      </w:r>
      <w:r w:rsidR="00115157" w:rsidRPr="00C62440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29E1B07E" w14:textId="77777777" w:rsidR="00965847" w:rsidRPr="00C62440" w:rsidRDefault="00965847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bookmarkEnd w:id="1"/>
    <w:p w14:paraId="523C8E64" w14:textId="77777777" w:rsidR="001B6C29" w:rsidRPr="00C62440" w:rsidRDefault="001B6C29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C62440">
        <w:rPr>
          <w:rFonts w:ascii="Arial" w:hAnsi="Arial" w:cs="Arial"/>
          <w:b/>
          <w:sz w:val="20"/>
          <w:szCs w:val="20"/>
          <w:lang w:val="ro-RO"/>
        </w:rPr>
        <w:t xml:space="preserve">Imaginile vor fi creditate și vor fi libere de copyright. </w:t>
      </w:r>
    </w:p>
    <w:p w14:paraId="782F6A24" w14:textId="77777777" w:rsidR="00FB6B6F" w:rsidRPr="00C62440" w:rsidRDefault="00FB6B6F" w:rsidP="008462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ro-RO"/>
        </w:rPr>
      </w:pPr>
    </w:p>
    <w:sectPr w:rsidR="00FB6B6F" w:rsidRPr="00C62440" w:rsidSect="00FC1C4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15391" w14:textId="77777777" w:rsidR="00107E7E" w:rsidRDefault="00107E7E" w:rsidP="00757A1C">
      <w:pPr>
        <w:spacing w:after="0" w:line="240" w:lineRule="auto"/>
      </w:pPr>
      <w:r>
        <w:separator/>
      </w:r>
    </w:p>
  </w:endnote>
  <w:endnote w:type="continuationSeparator" w:id="0">
    <w:p w14:paraId="0E8575D6" w14:textId="77777777" w:rsidR="00107E7E" w:rsidRDefault="00107E7E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CD544" w14:textId="77777777" w:rsidR="00960C36" w:rsidRDefault="00960C36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376ADB50" w14:textId="77777777" w:rsidTr="00CA13B0">
      <w:tc>
        <w:tcPr>
          <w:tcW w:w="7621" w:type="dxa"/>
          <w:tcBorders>
            <w:right w:val="single" w:sz="4" w:space="0" w:color="auto"/>
          </w:tcBorders>
        </w:tcPr>
        <w:p w14:paraId="153E6853" w14:textId="77777777"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>ITECȚI</w:t>
          </w:r>
          <w:r w:rsidR="0076138E">
            <w:rPr>
              <w:b/>
              <w:color w:val="C53236"/>
              <w:sz w:val="12"/>
              <w:szCs w:val="12"/>
            </w:rPr>
            <w:t>LOR DIN ROMÂNIA</w:t>
          </w:r>
        </w:p>
        <w:p w14:paraId="1634EABB" w14:textId="77777777"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14:paraId="071DD2B7" w14:textId="77777777"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1E297499" w14:textId="30566A67"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ED2CAA">
            <w:fldChar w:fldCharType="begin"/>
          </w:r>
          <w:r w:rsidR="00202974">
            <w:instrText xml:space="preserve"> PAGE   \* MERGEFORMAT </w:instrText>
          </w:r>
          <w:r w:rsidR="00ED2CAA">
            <w:fldChar w:fldCharType="separate"/>
          </w:r>
          <w:r w:rsidR="00F27B0C">
            <w:rPr>
              <w:noProof/>
            </w:rPr>
            <w:t>2</w:t>
          </w:r>
          <w:r w:rsidR="00ED2CAA">
            <w:rPr>
              <w:noProof/>
            </w:rPr>
            <w:fldChar w:fldCharType="end"/>
          </w:r>
        </w:p>
      </w:tc>
    </w:tr>
  </w:tbl>
  <w:p w14:paraId="196C5BB7" w14:textId="77777777" w:rsidR="00960C36" w:rsidRPr="00757A1C" w:rsidRDefault="00C62440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w:pict w14:anchorId="3046603F">
        <v:rect id="Rectangle 1" o:spid="_x0000_s2051" style="position:absolute;margin-left:485.9pt;margin-top:891.05pt;width:96.55pt;height:16.2pt;z-index:251656192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C7TZQrswIAAK8F&#10;AAAOAAAAAAAAAAAAAAAAAC4CAABkcnMvZTJvRG9jLnhtbFBLAQItABQABgAIAAAAIQB6ophu4AAA&#10;AA4BAAAPAAAAAAAAAAAAAAAAAA0FAABkcnMvZG93bnJldi54bWxQSwUGAAAAAAQABADzAAAAGgYA&#10;AAAA&#10;" o:allowincell="f" filled="f" stroked="f">
          <v:textbox style="mso-next-textbox:#Rectangle 1;mso-fit-shape-to-text:t" inset="0,,0">
            <w:txbxContent>
              <w:p w14:paraId="2DCE72E3" w14:textId="7E00ACA0" w:rsidR="00960C36" w:rsidRDefault="00960C36" w:rsidP="00223499">
                <w:pPr>
                  <w:pStyle w:val="Notesubsol"/>
                  <w:spacing w:before="0" w:after="0"/>
                  <w:ind w:left="108" w:firstLine="0"/>
                </w:pPr>
                <w:proofErr w:type="spellStart"/>
                <w:r>
                  <w:t>Pagina</w:t>
                </w:r>
                <w:proofErr w:type="spellEnd"/>
                <w:r>
                  <w:t xml:space="preserve"> | </w:t>
                </w:r>
                <w:r w:rsidR="00ED2CAA">
                  <w:fldChar w:fldCharType="begin"/>
                </w:r>
                <w:r w:rsidR="00202974">
                  <w:instrText xml:space="preserve"> PAGE   \* MERGEFORMAT </w:instrText>
                </w:r>
                <w:r w:rsidR="00ED2CAA">
                  <w:fldChar w:fldCharType="separate"/>
                </w:r>
                <w:r w:rsidR="00F27B0C">
                  <w:rPr>
                    <w:noProof/>
                  </w:rPr>
                  <w:t>2</w:t>
                </w:r>
                <w:r w:rsidR="00ED2CAA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3E6F9" w14:textId="77777777" w:rsidR="00960C36" w:rsidRDefault="00960C36" w:rsidP="006C3711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200A5DF8" w14:textId="77777777" w:rsidTr="009C5A97">
      <w:tc>
        <w:tcPr>
          <w:tcW w:w="7621" w:type="dxa"/>
          <w:tcBorders>
            <w:right w:val="single" w:sz="4" w:space="0" w:color="auto"/>
          </w:tcBorders>
        </w:tcPr>
        <w:p w14:paraId="6380CE79" w14:textId="77777777"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1338D2">
            <w:rPr>
              <w:b/>
              <w:color w:val="C53236"/>
              <w:sz w:val="12"/>
              <w:szCs w:val="12"/>
            </w:rPr>
            <w:t>ITECȚILOR DIN ROMÂNIA</w:t>
          </w:r>
        </w:p>
        <w:p w14:paraId="5F7DE700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România</w:t>
          </w:r>
        </w:p>
        <w:p w14:paraId="7C13CC2E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1E8CF11B" w14:textId="63E5F728"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ED2CAA">
            <w:fldChar w:fldCharType="begin"/>
          </w:r>
          <w:r w:rsidR="00202974">
            <w:instrText xml:space="preserve"> PAGE   \* MERGEFORMAT </w:instrText>
          </w:r>
          <w:r w:rsidR="00ED2CAA">
            <w:fldChar w:fldCharType="separate"/>
          </w:r>
          <w:r w:rsidR="00F27B0C">
            <w:rPr>
              <w:noProof/>
            </w:rPr>
            <w:t>1</w:t>
          </w:r>
          <w:r w:rsidR="00ED2CAA">
            <w:rPr>
              <w:noProof/>
            </w:rPr>
            <w:fldChar w:fldCharType="end"/>
          </w:r>
        </w:p>
      </w:tc>
    </w:tr>
  </w:tbl>
  <w:p w14:paraId="48C3BFAC" w14:textId="77777777" w:rsidR="00960C36" w:rsidRPr="00AF2A8B" w:rsidRDefault="00C62440">
    <w:pPr>
      <w:pStyle w:val="Subsol"/>
      <w:rPr>
        <w:sz w:val="12"/>
        <w:szCs w:val="12"/>
      </w:rPr>
    </w:pPr>
    <w:r>
      <w:rPr>
        <w:noProof/>
        <w:lang w:val="ro-RO" w:eastAsia="ro-RO" w:bidi="bn-IN"/>
      </w:rPr>
      <w:pict w14:anchorId="7CE0ABC6">
        <v:rect id="Rectangle 9" o:spid="_x0000_s2049" style="position:absolute;margin-left:485.9pt;margin-top:891.05pt;width:96.55pt;height:16.2pt;z-index:251660288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RMka3rQCAACv&#10;BQAADgAAAAAAAAAAAAAAAAAuAgAAZHJzL2Uyb0RvYy54bWxQSwECLQAUAAYACAAAACEAeqKYbuAA&#10;AAAOAQAADwAAAAAAAAAAAAAAAAAOBQAAZHJzL2Rvd25yZXYueG1sUEsFBgAAAAAEAAQA8wAAABsG&#10;AAAAAA==&#10;" o:allowincell="f" filled="f" stroked="f">
          <v:textbox style="mso-next-textbox:#Rectangle 9;mso-fit-shape-to-text:t" inset="0,,0">
            <w:txbxContent>
              <w:p w14:paraId="71DAE708" w14:textId="3D57D066" w:rsidR="00960C36" w:rsidRDefault="00960C36" w:rsidP="006C3711">
                <w:pPr>
                  <w:pStyle w:val="Notesubsol"/>
                  <w:spacing w:before="0" w:after="0"/>
                  <w:ind w:left="108" w:firstLine="0"/>
                </w:pPr>
                <w:proofErr w:type="spellStart"/>
                <w:r>
                  <w:t>Pagina</w:t>
                </w:r>
                <w:proofErr w:type="spellEnd"/>
                <w:r>
                  <w:t xml:space="preserve"> | </w:t>
                </w:r>
                <w:r w:rsidR="00ED2CAA">
                  <w:fldChar w:fldCharType="begin"/>
                </w:r>
                <w:r w:rsidR="00202974">
                  <w:instrText xml:space="preserve"> PAGE   \* MERGEFORMAT </w:instrText>
                </w:r>
                <w:r w:rsidR="00ED2CAA">
                  <w:fldChar w:fldCharType="separate"/>
                </w:r>
                <w:r w:rsidR="00F27B0C">
                  <w:rPr>
                    <w:noProof/>
                  </w:rPr>
                  <w:t>1</w:t>
                </w:r>
                <w:r w:rsidR="00ED2CAA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79039" w14:textId="77777777" w:rsidR="00107E7E" w:rsidRDefault="00107E7E" w:rsidP="00757A1C">
      <w:pPr>
        <w:spacing w:after="0" w:line="240" w:lineRule="auto"/>
      </w:pPr>
      <w:r>
        <w:separator/>
      </w:r>
    </w:p>
  </w:footnote>
  <w:footnote w:type="continuationSeparator" w:id="0">
    <w:p w14:paraId="7FACD783" w14:textId="77777777" w:rsidR="00107E7E" w:rsidRDefault="00107E7E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4AFF" w14:textId="77777777" w:rsidR="00960C36" w:rsidRDefault="00C62440">
    <w:pPr>
      <w:pStyle w:val="Antet"/>
    </w:pPr>
    <w:r>
      <w:rPr>
        <w:noProof/>
        <w:lang w:val="ro-RO" w:eastAsia="ro-RO" w:bidi="bn-IN"/>
      </w:rPr>
      <w:pict w14:anchorId="0F548062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2" type="#_x0000_t202" style="position:absolute;margin-left:374pt;margin-top:81.25pt;width:88pt;height:73.8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AztQIAALk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" filled="f" stroked="f">
          <v:textbox style="mso-next-textbox:#Text Box 3">
            <w:txbxContent>
              <w:p w14:paraId="522AC5BD" w14:textId="15A5676E" w:rsidR="0076138E" w:rsidRPr="00C62440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  <w:r w:rsidRPr="00C62440"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  <w:t>str. Pictor Arthur Verona, nr. 19, 010312 București, Romania</w:t>
                </w:r>
              </w:p>
              <w:p w14:paraId="4DF0B269" w14:textId="77777777" w:rsidR="0076138E" w:rsidRPr="00C62440" w:rsidRDefault="0076138E" w:rsidP="0076138E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</w:p>
              <w:p w14:paraId="25F93C50" w14:textId="77777777" w:rsidR="0076138E" w:rsidRPr="00446A78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T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34</w:t>
                </w:r>
              </w:p>
              <w:p w14:paraId="658B9E8E" w14:textId="77777777" w:rsidR="0076138E" w:rsidRPr="00446A78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F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35</w:t>
                </w:r>
              </w:p>
              <w:p w14:paraId="384E9117" w14:textId="77777777" w:rsidR="0076138E" w:rsidRPr="00446A78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E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office@oar.archi</w:t>
                </w:r>
              </w:p>
              <w:p w14:paraId="39210196" w14:textId="77777777" w:rsidR="00960C36" w:rsidRPr="00446A78" w:rsidRDefault="00960C36" w:rsidP="00615ED8">
                <w:pPr>
                  <w:spacing w:after="0"/>
                  <w:ind w:left="110"/>
                  <w:rPr>
                    <w:rFonts w:cs="Arial"/>
                    <w:sz w:val="12"/>
                    <w:szCs w:val="12"/>
                    <w:lang w:val="de-DE"/>
                  </w:rPr>
                </w:pPr>
              </w:p>
            </w:txbxContent>
          </v:textbox>
          <w10:wrap type="square"/>
        </v:shape>
      </w:pict>
    </w:r>
    <w:r w:rsidR="00910834">
      <w:rPr>
        <w:noProof/>
        <w:lang w:val="ro-RO" w:eastAsia="ro-RO"/>
      </w:rPr>
      <w:drawing>
        <wp:anchor distT="0" distB="0" distL="114300" distR="114300" simplePos="0" relativeHeight="251655168" behindDoc="1" locked="0" layoutInCell="1" allowOverlap="0" wp14:anchorId="37CDDE82" wp14:editId="6FDDEFD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25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CD91D" w14:textId="77777777" w:rsidR="00960C36" w:rsidRDefault="00910834">
    <w:pPr>
      <w:pStyle w:val="Antet"/>
    </w:pP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0" wp14:anchorId="16E72EA0" wp14:editId="3DF46C8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2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2440">
      <w:rPr>
        <w:noProof/>
        <w:lang w:val="ro-RO" w:eastAsia="ro-RO" w:bidi="bn-IN"/>
      </w:rPr>
      <w:pict w14:anchorId="64F3ED3A"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374pt;margin-top:81.25pt;width:88pt;height:73.8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i5tw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" filled="f" stroked="f">
          <v:textbox style="mso-next-textbox:#Text Box 7">
            <w:txbxContent>
              <w:p w14:paraId="5E2117D8" w14:textId="77777777" w:rsidR="00960C36" w:rsidRPr="00C62440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  <w:r w:rsidRPr="00C62440"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  <w:t>str. Pictor Arthur Verona, nr. 19, 010312 București, Romania</w:t>
                </w:r>
              </w:p>
              <w:p w14:paraId="369CA5D1" w14:textId="77777777" w:rsidR="00960C36" w:rsidRPr="00C62440" w:rsidRDefault="00960C36" w:rsidP="00DE5182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  <w:lang w:val="it-IT"/>
                  </w:rPr>
                </w:pPr>
              </w:p>
              <w:p w14:paraId="32920F6E" w14:textId="77777777" w:rsidR="00960C36" w:rsidRPr="00446A78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T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34</w:t>
                </w:r>
              </w:p>
              <w:p w14:paraId="2866B3E6" w14:textId="77777777" w:rsidR="00960C36" w:rsidRPr="00446A78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F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35</w:t>
                </w:r>
              </w:p>
              <w:p w14:paraId="0710363B" w14:textId="77777777" w:rsidR="00960C36" w:rsidRPr="00446A78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E</w:t>
                </w:r>
                <w:r w:rsidR="00FC1C4B"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office@oar.archi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0"/>
  </w:num>
  <w:num w:numId="5">
    <w:abstractNumId w:val="2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30"/>
  </w:num>
  <w:num w:numId="16">
    <w:abstractNumId w:val="24"/>
  </w:num>
  <w:num w:numId="17">
    <w:abstractNumId w:val="32"/>
  </w:num>
  <w:num w:numId="18">
    <w:abstractNumId w:val="22"/>
  </w:num>
  <w:num w:numId="19">
    <w:abstractNumId w:val="28"/>
  </w:num>
  <w:num w:numId="20">
    <w:abstractNumId w:val="26"/>
  </w:num>
  <w:num w:numId="21">
    <w:abstractNumId w:val="13"/>
  </w:num>
  <w:num w:numId="22">
    <w:abstractNumId w:val="4"/>
  </w:num>
  <w:num w:numId="23">
    <w:abstractNumId w:val="31"/>
  </w:num>
  <w:num w:numId="24">
    <w:abstractNumId w:val="11"/>
  </w:num>
  <w:num w:numId="25">
    <w:abstractNumId w:val="17"/>
  </w:num>
  <w:num w:numId="26">
    <w:abstractNumId w:val="0"/>
  </w:num>
  <w:num w:numId="27">
    <w:abstractNumId w:val="23"/>
  </w:num>
  <w:num w:numId="28">
    <w:abstractNumId w:val="18"/>
  </w:num>
  <w:num w:numId="29">
    <w:abstractNumId w:val="3"/>
  </w:num>
  <w:num w:numId="30">
    <w:abstractNumId w:val="27"/>
  </w:num>
  <w:num w:numId="31">
    <w:abstractNumId w:val="29"/>
  </w:num>
  <w:num w:numId="32">
    <w:abstractNumId w:val="2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2057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E0C"/>
    <w:rsid w:val="0000309E"/>
    <w:rsid w:val="0002065A"/>
    <w:rsid w:val="0002311C"/>
    <w:rsid w:val="00032FC8"/>
    <w:rsid w:val="00034037"/>
    <w:rsid w:val="00047615"/>
    <w:rsid w:val="00051248"/>
    <w:rsid w:val="0006247C"/>
    <w:rsid w:val="00070576"/>
    <w:rsid w:val="000A69E3"/>
    <w:rsid w:val="000B1F3E"/>
    <w:rsid w:val="000B4DF8"/>
    <w:rsid w:val="000C0DFD"/>
    <w:rsid w:val="000D574F"/>
    <w:rsid w:val="000F4E8D"/>
    <w:rsid w:val="000F7878"/>
    <w:rsid w:val="00101989"/>
    <w:rsid w:val="00103EC6"/>
    <w:rsid w:val="00107E7E"/>
    <w:rsid w:val="00115157"/>
    <w:rsid w:val="00117DC9"/>
    <w:rsid w:val="001338D2"/>
    <w:rsid w:val="00146D53"/>
    <w:rsid w:val="00160491"/>
    <w:rsid w:val="00175C1E"/>
    <w:rsid w:val="00181557"/>
    <w:rsid w:val="0019520B"/>
    <w:rsid w:val="001A18F0"/>
    <w:rsid w:val="001B058D"/>
    <w:rsid w:val="001B4F3B"/>
    <w:rsid w:val="001B6C29"/>
    <w:rsid w:val="001C1ED8"/>
    <w:rsid w:val="001C6A63"/>
    <w:rsid w:val="001F272D"/>
    <w:rsid w:val="001F62E2"/>
    <w:rsid w:val="00202974"/>
    <w:rsid w:val="0021381E"/>
    <w:rsid w:val="00223499"/>
    <w:rsid w:val="002315A9"/>
    <w:rsid w:val="00257A3A"/>
    <w:rsid w:val="00271A3A"/>
    <w:rsid w:val="002949CE"/>
    <w:rsid w:val="002B6E40"/>
    <w:rsid w:val="002C3881"/>
    <w:rsid w:val="002C3DEC"/>
    <w:rsid w:val="002D085E"/>
    <w:rsid w:val="002D3E92"/>
    <w:rsid w:val="002E0E1F"/>
    <w:rsid w:val="002E21D3"/>
    <w:rsid w:val="002E30D5"/>
    <w:rsid w:val="002E6159"/>
    <w:rsid w:val="003001EB"/>
    <w:rsid w:val="00332CB8"/>
    <w:rsid w:val="00347B15"/>
    <w:rsid w:val="003839C0"/>
    <w:rsid w:val="003F7448"/>
    <w:rsid w:val="00401208"/>
    <w:rsid w:val="00410F5D"/>
    <w:rsid w:val="00420CF3"/>
    <w:rsid w:val="00436BE1"/>
    <w:rsid w:val="00440360"/>
    <w:rsid w:val="00446A78"/>
    <w:rsid w:val="0045591F"/>
    <w:rsid w:val="0049246A"/>
    <w:rsid w:val="004D2C0E"/>
    <w:rsid w:val="004F3F17"/>
    <w:rsid w:val="00501BE3"/>
    <w:rsid w:val="005032D5"/>
    <w:rsid w:val="005248EB"/>
    <w:rsid w:val="00540972"/>
    <w:rsid w:val="00542E09"/>
    <w:rsid w:val="005476BD"/>
    <w:rsid w:val="00552C8E"/>
    <w:rsid w:val="0059214F"/>
    <w:rsid w:val="00592A29"/>
    <w:rsid w:val="005C0878"/>
    <w:rsid w:val="005D0B16"/>
    <w:rsid w:val="006028C1"/>
    <w:rsid w:val="00615ED8"/>
    <w:rsid w:val="00641EFC"/>
    <w:rsid w:val="006574B6"/>
    <w:rsid w:val="00671BD0"/>
    <w:rsid w:val="006725B7"/>
    <w:rsid w:val="00682B1C"/>
    <w:rsid w:val="0068721E"/>
    <w:rsid w:val="00690AA8"/>
    <w:rsid w:val="00694104"/>
    <w:rsid w:val="006B4C83"/>
    <w:rsid w:val="006C3711"/>
    <w:rsid w:val="006C5460"/>
    <w:rsid w:val="0074513B"/>
    <w:rsid w:val="0074564C"/>
    <w:rsid w:val="007526C8"/>
    <w:rsid w:val="00757A1C"/>
    <w:rsid w:val="0076138E"/>
    <w:rsid w:val="00772FD6"/>
    <w:rsid w:val="00773C4E"/>
    <w:rsid w:val="00783DD2"/>
    <w:rsid w:val="00791824"/>
    <w:rsid w:val="007A3951"/>
    <w:rsid w:val="007D17A2"/>
    <w:rsid w:val="007D7B68"/>
    <w:rsid w:val="007E0D5E"/>
    <w:rsid w:val="0080520E"/>
    <w:rsid w:val="00824CE1"/>
    <w:rsid w:val="00833583"/>
    <w:rsid w:val="00846253"/>
    <w:rsid w:val="0088033C"/>
    <w:rsid w:val="008844E1"/>
    <w:rsid w:val="008A1431"/>
    <w:rsid w:val="008A328A"/>
    <w:rsid w:val="008A544C"/>
    <w:rsid w:val="008B1DFA"/>
    <w:rsid w:val="008C3340"/>
    <w:rsid w:val="008D79D1"/>
    <w:rsid w:val="00905B0F"/>
    <w:rsid w:val="00910834"/>
    <w:rsid w:val="00915EC0"/>
    <w:rsid w:val="00916006"/>
    <w:rsid w:val="00924359"/>
    <w:rsid w:val="00926E28"/>
    <w:rsid w:val="009337DC"/>
    <w:rsid w:val="00936EFB"/>
    <w:rsid w:val="00940E0C"/>
    <w:rsid w:val="00951325"/>
    <w:rsid w:val="00956919"/>
    <w:rsid w:val="00960C36"/>
    <w:rsid w:val="00965847"/>
    <w:rsid w:val="00983F14"/>
    <w:rsid w:val="00992FB7"/>
    <w:rsid w:val="009942EE"/>
    <w:rsid w:val="00995A5A"/>
    <w:rsid w:val="009A29F1"/>
    <w:rsid w:val="009A4826"/>
    <w:rsid w:val="009B65C6"/>
    <w:rsid w:val="009C5A97"/>
    <w:rsid w:val="009C5E28"/>
    <w:rsid w:val="009F4B54"/>
    <w:rsid w:val="009F7194"/>
    <w:rsid w:val="00A07635"/>
    <w:rsid w:val="00A07E18"/>
    <w:rsid w:val="00A37249"/>
    <w:rsid w:val="00A405E1"/>
    <w:rsid w:val="00A600E7"/>
    <w:rsid w:val="00A830E4"/>
    <w:rsid w:val="00AA1524"/>
    <w:rsid w:val="00AA4A1E"/>
    <w:rsid w:val="00AA4D6E"/>
    <w:rsid w:val="00AC1DD3"/>
    <w:rsid w:val="00AC733F"/>
    <w:rsid w:val="00AF2A8B"/>
    <w:rsid w:val="00AF431C"/>
    <w:rsid w:val="00B11597"/>
    <w:rsid w:val="00B43E14"/>
    <w:rsid w:val="00B53611"/>
    <w:rsid w:val="00B65C4C"/>
    <w:rsid w:val="00B71005"/>
    <w:rsid w:val="00B85D94"/>
    <w:rsid w:val="00B909F5"/>
    <w:rsid w:val="00BC49D5"/>
    <w:rsid w:val="00BD29D6"/>
    <w:rsid w:val="00BE3333"/>
    <w:rsid w:val="00BF4DA0"/>
    <w:rsid w:val="00BF5F70"/>
    <w:rsid w:val="00C00767"/>
    <w:rsid w:val="00C01E86"/>
    <w:rsid w:val="00C056B9"/>
    <w:rsid w:val="00C1203F"/>
    <w:rsid w:val="00C341F5"/>
    <w:rsid w:val="00C354D0"/>
    <w:rsid w:val="00C56AE6"/>
    <w:rsid w:val="00C62440"/>
    <w:rsid w:val="00C6636C"/>
    <w:rsid w:val="00C81F69"/>
    <w:rsid w:val="00C82779"/>
    <w:rsid w:val="00C858AE"/>
    <w:rsid w:val="00C8780E"/>
    <w:rsid w:val="00C90538"/>
    <w:rsid w:val="00C90F77"/>
    <w:rsid w:val="00CA13B0"/>
    <w:rsid w:val="00CB3D03"/>
    <w:rsid w:val="00CC62C2"/>
    <w:rsid w:val="00CD29A6"/>
    <w:rsid w:val="00CE1C80"/>
    <w:rsid w:val="00CE2A72"/>
    <w:rsid w:val="00D05529"/>
    <w:rsid w:val="00D117C5"/>
    <w:rsid w:val="00D176D9"/>
    <w:rsid w:val="00D17865"/>
    <w:rsid w:val="00D23669"/>
    <w:rsid w:val="00D26477"/>
    <w:rsid w:val="00D30774"/>
    <w:rsid w:val="00D84E07"/>
    <w:rsid w:val="00D90AA9"/>
    <w:rsid w:val="00DA0E91"/>
    <w:rsid w:val="00DC65BF"/>
    <w:rsid w:val="00DD052A"/>
    <w:rsid w:val="00DE5182"/>
    <w:rsid w:val="00E0123A"/>
    <w:rsid w:val="00E259E7"/>
    <w:rsid w:val="00E46EC8"/>
    <w:rsid w:val="00E47C2C"/>
    <w:rsid w:val="00E6722C"/>
    <w:rsid w:val="00E718F3"/>
    <w:rsid w:val="00E83199"/>
    <w:rsid w:val="00E907B6"/>
    <w:rsid w:val="00E950DE"/>
    <w:rsid w:val="00E95FED"/>
    <w:rsid w:val="00E97E8E"/>
    <w:rsid w:val="00ED2042"/>
    <w:rsid w:val="00ED28EA"/>
    <w:rsid w:val="00ED2CAA"/>
    <w:rsid w:val="00EE2373"/>
    <w:rsid w:val="00EF207C"/>
    <w:rsid w:val="00EF6409"/>
    <w:rsid w:val="00F14D77"/>
    <w:rsid w:val="00F2489D"/>
    <w:rsid w:val="00F24DEB"/>
    <w:rsid w:val="00F27B0C"/>
    <w:rsid w:val="00F3019A"/>
    <w:rsid w:val="00F35CE2"/>
    <w:rsid w:val="00F54895"/>
    <w:rsid w:val="00F63252"/>
    <w:rsid w:val="00F825BA"/>
    <w:rsid w:val="00F84D2A"/>
    <w:rsid w:val="00FB6B6F"/>
    <w:rsid w:val="00FC1C4B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84B06D"/>
  <w15:docId w15:val="{3A0A1961-2F77-4ECC-88D2-347AE7C6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uiPriority w:val="22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character" w:styleId="Referincomentariu">
    <w:name w:val="annotation reference"/>
    <w:uiPriority w:val="99"/>
    <w:semiHidden/>
    <w:unhideWhenUsed/>
    <w:rsid w:val="001B6C29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6C29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1B6C29"/>
    <w:rPr>
      <w:rFonts w:ascii="Calibri" w:eastAsia="Calibri" w:hAnsi="Calibri"/>
      <w:sz w:val="19"/>
      <w:lang w:val="en-GB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6C2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1B6C29"/>
    <w:rPr>
      <w:rFonts w:ascii="Calibri" w:eastAsia="Calibri" w:hAnsi="Calibri"/>
      <w:b/>
      <w:bCs/>
      <w:sz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F0817-C0FD-4723-BA06-995E66BF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</Template>
  <TotalTime>65</TotalTime>
  <Pages>2</Pages>
  <Words>367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OAR</dc:creator>
  <cp:lastModifiedBy>Diana Dedita</cp:lastModifiedBy>
  <cp:revision>15</cp:revision>
  <cp:lastPrinted>2015-12-21T12:13:00Z</cp:lastPrinted>
  <dcterms:created xsi:type="dcterms:W3CDTF">2017-05-24T11:10:00Z</dcterms:created>
  <dcterms:modified xsi:type="dcterms:W3CDTF">2020-01-21T12:46:00Z</dcterms:modified>
</cp:coreProperties>
</file>